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85" w:rsidRDefault="00004862">
      <w:r>
        <w:rPr>
          <w:noProof/>
        </w:rPr>
        <w:drawing>
          <wp:anchor distT="0" distB="0" distL="114300" distR="114300" simplePos="0" relativeHeight="251662336" behindDoc="1" locked="0" layoutInCell="1" allowOverlap="1" wp14:anchorId="141FB553" wp14:editId="1F7BDC8A">
            <wp:simplePos x="0" y="0"/>
            <wp:positionH relativeFrom="column">
              <wp:posOffset>-457200</wp:posOffset>
            </wp:positionH>
            <wp:positionV relativeFrom="paragraph">
              <wp:posOffset>-485412</wp:posOffset>
            </wp:positionV>
            <wp:extent cx="7563394" cy="10737669"/>
            <wp:effectExtent l="0" t="0" r="0" b="698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èle couverture dossier génériqu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394" cy="107376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3B85" w:rsidRDefault="00EB3B85"/>
    <w:p w:rsidR="00EB3B85" w:rsidRDefault="00EB3B85"/>
    <w:p w:rsidR="00957D91" w:rsidRDefault="00292F9D"/>
    <w:p w:rsidR="00EB3B85" w:rsidRDefault="00EB3B85"/>
    <w:p w:rsidR="00EB3B85" w:rsidRDefault="00292F9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D12B3" wp14:editId="4463276E">
                <wp:simplePos x="0" y="0"/>
                <wp:positionH relativeFrom="column">
                  <wp:posOffset>4049395</wp:posOffset>
                </wp:positionH>
                <wp:positionV relativeFrom="paragraph">
                  <wp:posOffset>142875</wp:posOffset>
                </wp:positionV>
                <wp:extent cx="2755265" cy="861695"/>
                <wp:effectExtent l="0" t="0" r="698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265" cy="861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981" w:rsidRPr="00117981" w:rsidRDefault="00292F9D" w:rsidP="00117981">
                            <w:pPr>
                              <w:spacing w:line="276" w:lineRule="auto"/>
                              <w:rPr>
                                <w:b/>
                                <w:color w:val="688FAD"/>
                                <w:sz w:val="24"/>
                                <w:szCs w:val="24"/>
                              </w:rPr>
                            </w:pPr>
                            <w:r w:rsidRPr="00117981">
                              <w:rPr>
                                <w:b/>
                                <w:color w:val="688FAD"/>
                                <w:sz w:val="24"/>
                                <w:szCs w:val="24"/>
                              </w:rPr>
                              <w:t>DIRECTION / SERVICE</w:t>
                            </w:r>
                          </w:p>
                          <w:p w:rsidR="00117981" w:rsidRPr="00117981" w:rsidRDefault="00117981" w:rsidP="00117981">
                            <w:pPr>
                              <w:spacing w:line="276" w:lineRule="auto"/>
                              <w:rPr>
                                <w:b/>
                                <w:color w:val="688FAD"/>
                                <w:sz w:val="24"/>
                                <w:szCs w:val="24"/>
                              </w:rPr>
                            </w:pPr>
                            <w:r w:rsidRPr="00117981">
                              <w:rPr>
                                <w:b/>
                                <w:color w:val="688FAD"/>
                                <w:sz w:val="24"/>
                                <w:szCs w:val="24"/>
                              </w:rPr>
                              <w:t>Contact (tél /mail)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18.85pt;margin-top:11.25pt;width:216.95pt;height:67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" fillcolor="white [3201]" stroked="f" strokeweight=".5pt">
                <v:textbox>
                  <w:txbxContent>
                    <w:p w:rsidR="00117981" w:rsidRPr="00117981" w:rsidRDefault="00292F9D" w:rsidP="00117981">
                      <w:pPr>
                        <w:spacing w:line="276" w:lineRule="auto"/>
                        <w:rPr>
                          <w:b/>
                          <w:color w:val="688FAD"/>
                          <w:sz w:val="24"/>
                          <w:szCs w:val="24"/>
                        </w:rPr>
                      </w:pPr>
                      <w:r w:rsidRPr="00117981">
                        <w:rPr>
                          <w:b/>
                          <w:color w:val="688FAD"/>
                          <w:sz w:val="24"/>
                          <w:szCs w:val="24"/>
                        </w:rPr>
                        <w:t>DIRECTION / SERVICE</w:t>
                      </w:r>
                    </w:p>
                    <w:p w:rsidR="00117981" w:rsidRPr="00117981" w:rsidRDefault="00117981" w:rsidP="00117981">
                      <w:pPr>
                        <w:spacing w:line="276" w:lineRule="auto"/>
                        <w:rPr>
                          <w:b/>
                          <w:color w:val="688FAD"/>
                          <w:sz w:val="24"/>
                          <w:szCs w:val="24"/>
                        </w:rPr>
                      </w:pPr>
                      <w:r w:rsidRPr="00117981">
                        <w:rPr>
                          <w:b/>
                          <w:color w:val="688FAD"/>
                          <w:sz w:val="24"/>
                          <w:szCs w:val="24"/>
                        </w:rPr>
                        <w:t>Contact (tél /mail)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B3B85" w:rsidRDefault="00EB3B85"/>
    <w:p w:rsidR="00EB3B85" w:rsidRDefault="00EB3B85"/>
    <w:p w:rsidR="00EB3B85" w:rsidRDefault="00EB3B85"/>
    <w:p w:rsidR="00EB3B85" w:rsidRDefault="00EB3B85"/>
    <w:p w:rsidR="00EB3B85" w:rsidRDefault="00EB3B85"/>
    <w:p w:rsidR="00EB3B85" w:rsidRDefault="00EB3B85"/>
    <w:p w:rsidR="00EB3B85" w:rsidRDefault="00EB3B85"/>
    <w:p w:rsidR="00270097" w:rsidRDefault="00270097"/>
    <w:p w:rsidR="00270097" w:rsidRDefault="006C1EB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7A4EB" wp14:editId="5E3EC128">
                <wp:simplePos x="0" y="0"/>
                <wp:positionH relativeFrom="column">
                  <wp:posOffset>45720</wp:posOffset>
                </wp:positionH>
                <wp:positionV relativeFrom="paragraph">
                  <wp:posOffset>104775</wp:posOffset>
                </wp:positionV>
                <wp:extent cx="6591935" cy="2642235"/>
                <wp:effectExtent l="0" t="0" r="127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935" cy="264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0097" w:rsidRPr="00270097" w:rsidRDefault="00270097" w:rsidP="00AC0B1F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270097">
                              <w:rPr>
                                <w:b/>
                                <w:color w:val="FFFFFF"/>
                                <w:sz w:val="60"/>
                                <w:szCs w:val="60"/>
                              </w:rPr>
                              <w:t>Titre du document</w:t>
                            </w:r>
                          </w:p>
                          <w:p w:rsidR="00270097" w:rsidRPr="00270097" w:rsidRDefault="00270097" w:rsidP="00AC0B1F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FFFFFF"/>
                                <w:sz w:val="60"/>
                                <w:szCs w:val="60"/>
                              </w:rPr>
                            </w:pPr>
                            <w:r w:rsidRPr="00270097">
                              <w:rPr>
                                <w:b/>
                                <w:color w:val="FFFFFF"/>
                                <w:sz w:val="60"/>
                                <w:szCs w:val="60"/>
                              </w:rPr>
                              <w:t>(</w:t>
                            </w:r>
                            <w:proofErr w:type="gramStart"/>
                            <w:r w:rsidRPr="00270097">
                              <w:rPr>
                                <w:b/>
                                <w:color w:val="FFFFFF"/>
                                <w:sz w:val="60"/>
                                <w:szCs w:val="60"/>
                              </w:rPr>
                              <w:t>taille</w:t>
                            </w:r>
                            <w:proofErr w:type="gramEnd"/>
                            <w:r w:rsidRPr="00270097">
                              <w:rPr>
                                <w:b/>
                                <w:color w:val="FFFFFF"/>
                                <w:sz w:val="60"/>
                                <w:szCs w:val="60"/>
                              </w:rPr>
                              <w:t xml:space="preserve"> de police à ajuster en fonction de la taille du titre)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.6pt;margin-top:8.25pt;width:519.05pt;height:20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wztQIAALo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" filled="f" stroked="f">
                <v:textbox>
                  <w:txbxContent>
                    <w:p w:rsidR="00270097" w:rsidRPr="00270097" w:rsidRDefault="00270097" w:rsidP="00AC0B1F">
                      <w:pPr>
                        <w:spacing w:line="276" w:lineRule="auto"/>
                        <w:jc w:val="center"/>
                        <w:rPr>
                          <w:b/>
                          <w:color w:val="FFFFFF"/>
                          <w:sz w:val="60"/>
                          <w:szCs w:val="60"/>
                        </w:rPr>
                      </w:pPr>
                      <w:r w:rsidRPr="00270097">
                        <w:rPr>
                          <w:b/>
                          <w:color w:val="FFFFFF"/>
                          <w:sz w:val="60"/>
                          <w:szCs w:val="60"/>
                        </w:rPr>
                        <w:t>Titre du document</w:t>
                      </w:r>
                    </w:p>
                    <w:p w:rsidR="00270097" w:rsidRPr="00270097" w:rsidRDefault="00270097" w:rsidP="00AC0B1F">
                      <w:pPr>
                        <w:spacing w:line="276" w:lineRule="auto"/>
                        <w:jc w:val="center"/>
                        <w:rPr>
                          <w:b/>
                          <w:color w:val="FFFFFF"/>
                          <w:sz w:val="60"/>
                          <w:szCs w:val="60"/>
                        </w:rPr>
                      </w:pPr>
                      <w:r w:rsidRPr="00270097">
                        <w:rPr>
                          <w:b/>
                          <w:color w:val="FFFFFF"/>
                          <w:sz w:val="60"/>
                          <w:szCs w:val="60"/>
                        </w:rPr>
                        <w:t>(</w:t>
                      </w:r>
                      <w:proofErr w:type="gramStart"/>
                      <w:r w:rsidRPr="00270097">
                        <w:rPr>
                          <w:b/>
                          <w:color w:val="FFFFFF"/>
                          <w:sz w:val="60"/>
                          <w:szCs w:val="60"/>
                        </w:rPr>
                        <w:t>taille</w:t>
                      </w:r>
                      <w:proofErr w:type="gramEnd"/>
                      <w:r w:rsidRPr="00270097">
                        <w:rPr>
                          <w:b/>
                          <w:color w:val="FFFFFF"/>
                          <w:sz w:val="60"/>
                          <w:szCs w:val="60"/>
                        </w:rPr>
                        <w:t xml:space="preserve"> de police à ajuster en fonction de la taille du titre)</w:t>
                      </w:r>
                    </w:p>
                  </w:txbxContent>
                </v:textbox>
              </v:shape>
            </w:pict>
          </mc:Fallback>
        </mc:AlternateContent>
      </w:r>
    </w:p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6C1EB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50A0D" wp14:editId="12DF6B7E">
                <wp:simplePos x="0" y="0"/>
                <wp:positionH relativeFrom="column">
                  <wp:posOffset>45720</wp:posOffset>
                </wp:positionH>
                <wp:positionV relativeFrom="paragraph">
                  <wp:posOffset>149225</wp:posOffset>
                </wp:positionV>
                <wp:extent cx="6515735" cy="1105535"/>
                <wp:effectExtent l="0" t="0" r="1270" b="254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735" cy="1105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42F0" w:rsidRPr="00B942F0" w:rsidRDefault="00B942F0" w:rsidP="00AC0B1F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6EC1D0"/>
                                <w:sz w:val="50"/>
                                <w:szCs w:val="50"/>
                              </w:rPr>
                            </w:pPr>
                            <w:r w:rsidRPr="00B942F0">
                              <w:rPr>
                                <w:b/>
                                <w:color w:val="6EC1D0"/>
                                <w:sz w:val="50"/>
                                <w:szCs w:val="50"/>
                              </w:rPr>
                              <w:t>Année</w:t>
                            </w:r>
                          </w:p>
                          <w:p w:rsidR="00B942F0" w:rsidRPr="00B942F0" w:rsidRDefault="00B942F0" w:rsidP="00AC0B1F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6EC1D0"/>
                                <w:sz w:val="50"/>
                                <w:szCs w:val="50"/>
                              </w:rPr>
                            </w:pPr>
                            <w:r w:rsidRPr="00B942F0">
                              <w:rPr>
                                <w:b/>
                                <w:color w:val="6EC1D0"/>
                                <w:sz w:val="50"/>
                                <w:szCs w:val="50"/>
                              </w:rPr>
                              <w:t xml:space="preserve">Infos </w:t>
                            </w:r>
                            <w:r w:rsidRPr="00AC0B1F">
                              <w:rPr>
                                <w:b/>
                                <w:color w:val="6EC1D0"/>
                                <w:sz w:val="50"/>
                                <w:szCs w:val="50"/>
                              </w:rPr>
                              <w:t>complémentaires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.6pt;margin-top:11.75pt;width:513.05pt;height:8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0gtwIAAME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" filled="f" stroked="f">
                <v:textbox>
                  <w:txbxContent>
                    <w:p w:rsidR="00B942F0" w:rsidRPr="00B942F0" w:rsidRDefault="00B942F0" w:rsidP="00AC0B1F">
                      <w:pPr>
                        <w:spacing w:line="276" w:lineRule="auto"/>
                        <w:jc w:val="center"/>
                        <w:rPr>
                          <w:b/>
                          <w:color w:val="6EC1D0"/>
                          <w:sz w:val="50"/>
                          <w:szCs w:val="50"/>
                        </w:rPr>
                      </w:pPr>
                      <w:r w:rsidRPr="00B942F0">
                        <w:rPr>
                          <w:b/>
                          <w:color w:val="6EC1D0"/>
                          <w:sz w:val="50"/>
                          <w:szCs w:val="50"/>
                        </w:rPr>
                        <w:t>Année</w:t>
                      </w:r>
                    </w:p>
                    <w:p w:rsidR="00B942F0" w:rsidRPr="00B942F0" w:rsidRDefault="00B942F0" w:rsidP="00AC0B1F">
                      <w:pPr>
                        <w:spacing w:line="276" w:lineRule="auto"/>
                        <w:jc w:val="center"/>
                        <w:rPr>
                          <w:b/>
                          <w:color w:val="6EC1D0"/>
                          <w:sz w:val="50"/>
                          <w:szCs w:val="50"/>
                        </w:rPr>
                      </w:pPr>
                      <w:r w:rsidRPr="00B942F0">
                        <w:rPr>
                          <w:b/>
                          <w:color w:val="6EC1D0"/>
                          <w:sz w:val="50"/>
                          <w:szCs w:val="50"/>
                        </w:rPr>
                        <w:t xml:space="preserve">Infos </w:t>
                      </w:r>
                      <w:r w:rsidRPr="00AC0B1F">
                        <w:rPr>
                          <w:b/>
                          <w:color w:val="6EC1D0"/>
                          <w:sz w:val="50"/>
                          <w:szCs w:val="50"/>
                        </w:rPr>
                        <w:t>complémentaires</w:t>
                      </w:r>
                    </w:p>
                  </w:txbxContent>
                </v:textbox>
              </v:shape>
            </w:pict>
          </mc:Fallback>
        </mc:AlternateContent>
      </w:r>
    </w:p>
    <w:p w:rsidR="00270097" w:rsidRDefault="00270097"/>
    <w:p w:rsidR="00270097" w:rsidRDefault="00270097"/>
    <w:p w:rsidR="00270097" w:rsidRDefault="00270097" w:rsidP="00B942F0">
      <w:pPr>
        <w:ind w:firstLine="708"/>
      </w:pPr>
    </w:p>
    <w:p w:rsidR="00270097" w:rsidRDefault="00270097"/>
    <w:p w:rsidR="00270097" w:rsidRDefault="00270097"/>
    <w:p w:rsidR="00270097" w:rsidRDefault="00270097"/>
    <w:p w:rsidR="00270097" w:rsidRDefault="00270097"/>
    <w:p w:rsidR="00270097" w:rsidRDefault="00270097"/>
    <w:p w:rsidR="00270097" w:rsidRDefault="00243FC2">
      <w:r>
        <w:lastRenderedPageBreak/>
        <w:t>Début de votre document</w:t>
      </w:r>
    </w:p>
    <w:p w:rsidR="00243FC2" w:rsidRDefault="00243FC2" w:rsidP="00FF2F98">
      <w:r>
        <w:t>Le pied de page se mettra automatiquement sur chaque nouvelle page (en bas à gauche figure le numéro de page).</w:t>
      </w:r>
    </w:p>
    <w:p w:rsidR="00FF2F98" w:rsidRDefault="00FF2F98" w:rsidP="00FF2F98"/>
    <w:p w:rsidR="00FF2F98" w:rsidRPr="00FF2F98" w:rsidRDefault="00FF2F98" w:rsidP="00FF2F98">
      <w:pPr>
        <w:pStyle w:val="Titre"/>
      </w:pPr>
      <w:r w:rsidRPr="00FF2F98">
        <w:t>Format des titres</w:t>
      </w:r>
    </w:p>
    <w:p w:rsidR="00FF2F98" w:rsidRPr="00B63B91" w:rsidRDefault="00FF2F98" w:rsidP="0048543F">
      <w:pPr>
        <w:pStyle w:val="Titre1"/>
        <w:rPr>
          <w:color w:val="688FAD"/>
        </w:rPr>
      </w:pPr>
      <w:r w:rsidRPr="00B63B91">
        <w:rPr>
          <w:color w:val="688FAD"/>
        </w:rPr>
        <w:t>Format des sous-titres</w:t>
      </w:r>
    </w:p>
    <w:p w:rsidR="00FF2F98" w:rsidRDefault="00FF2F98" w:rsidP="00FF2F98">
      <w:r>
        <w:t>Police du corps de texte en Arial 10.</w:t>
      </w:r>
    </w:p>
    <w:sectPr w:rsidR="00FF2F98" w:rsidSect="00EB3B8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F9E" w:rsidRDefault="00730F9E" w:rsidP="00730F9E">
      <w:pPr>
        <w:spacing w:line="240" w:lineRule="auto"/>
      </w:pPr>
      <w:r>
        <w:separator/>
      </w:r>
    </w:p>
  </w:endnote>
  <w:endnote w:type="continuationSeparator" w:id="0">
    <w:p w:rsidR="00730F9E" w:rsidRDefault="00730F9E" w:rsidP="00730F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F9E" w:rsidRPr="00243FC2" w:rsidRDefault="004D25B4">
    <w:pPr>
      <w:pStyle w:val="Pieddepage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011B7B11" wp14:editId="164CE5F6">
          <wp:simplePos x="0" y="0"/>
          <wp:positionH relativeFrom="column">
            <wp:posOffset>-606425</wp:posOffset>
          </wp:positionH>
          <wp:positionV relativeFrom="paragraph">
            <wp:posOffset>-289288</wp:posOffset>
          </wp:positionV>
          <wp:extent cx="7811588" cy="929854"/>
          <wp:effectExtent l="0" t="0" r="0" b="381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588" cy="9298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3FC2" w:rsidRPr="00243FC2">
      <w:rPr>
        <w:sz w:val="16"/>
        <w:szCs w:val="16"/>
      </w:rPr>
      <w:fldChar w:fldCharType="begin"/>
    </w:r>
    <w:r w:rsidR="00243FC2" w:rsidRPr="00243FC2">
      <w:rPr>
        <w:sz w:val="16"/>
        <w:szCs w:val="16"/>
      </w:rPr>
      <w:instrText>PAGE   \* MERGEFORMAT</w:instrText>
    </w:r>
    <w:r w:rsidR="00243FC2" w:rsidRPr="00243FC2">
      <w:rPr>
        <w:sz w:val="16"/>
        <w:szCs w:val="16"/>
      </w:rPr>
      <w:fldChar w:fldCharType="separate"/>
    </w:r>
    <w:r w:rsidR="00292F9D">
      <w:rPr>
        <w:noProof/>
        <w:sz w:val="16"/>
        <w:szCs w:val="16"/>
      </w:rPr>
      <w:t>1</w:t>
    </w:r>
    <w:r w:rsidR="00243FC2" w:rsidRPr="00243FC2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F9E" w:rsidRDefault="00730F9E" w:rsidP="00730F9E">
      <w:pPr>
        <w:spacing w:line="240" w:lineRule="auto"/>
      </w:pPr>
      <w:r>
        <w:separator/>
      </w:r>
    </w:p>
  </w:footnote>
  <w:footnote w:type="continuationSeparator" w:id="0">
    <w:p w:rsidR="00730F9E" w:rsidRDefault="00730F9E" w:rsidP="00730F9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F9E"/>
    <w:rsid w:val="00004862"/>
    <w:rsid w:val="00117981"/>
    <w:rsid w:val="0018776B"/>
    <w:rsid w:val="001F10D6"/>
    <w:rsid w:val="00243FC2"/>
    <w:rsid w:val="00270097"/>
    <w:rsid w:val="00292F9D"/>
    <w:rsid w:val="0037437D"/>
    <w:rsid w:val="0048543F"/>
    <w:rsid w:val="004D25B4"/>
    <w:rsid w:val="005A1B3F"/>
    <w:rsid w:val="005B2672"/>
    <w:rsid w:val="006C1EB6"/>
    <w:rsid w:val="00701A86"/>
    <w:rsid w:val="00730F9E"/>
    <w:rsid w:val="00780B60"/>
    <w:rsid w:val="00870267"/>
    <w:rsid w:val="008838AF"/>
    <w:rsid w:val="009068FA"/>
    <w:rsid w:val="00941CCE"/>
    <w:rsid w:val="00A206EB"/>
    <w:rsid w:val="00AC0B1F"/>
    <w:rsid w:val="00B13837"/>
    <w:rsid w:val="00B63B91"/>
    <w:rsid w:val="00B6727C"/>
    <w:rsid w:val="00B673DE"/>
    <w:rsid w:val="00B942F0"/>
    <w:rsid w:val="00B97B15"/>
    <w:rsid w:val="00E259D9"/>
    <w:rsid w:val="00EB3B85"/>
    <w:rsid w:val="00EF2F5F"/>
    <w:rsid w:val="00FD2E58"/>
    <w:rsid w:val="00F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6B"/>
    <w:pPr>
      <w:spacing w:line="360" w:lineRule="auto"/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link w:val="Titre1Car"/>
    <w:uiPriority w:val="9"/>
    <w:qFormat/>
    <w:rsid w:val="004854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96B8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0F9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30F9E"/>
    <w:rPr>
      <w:rFonts w:ascii="Arial" w:hAnsi="Arial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730F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30F9E"/>
    <w:rPr>
      <w:rFonts w:ascii="Arial" w:hAnsi="Arial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0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30F9E"/>
    <w:rPr>
      <w:rFonts w:ascii="Tahoma" w:hAnsi="Tahoma" w:cs="Tahoma"/>
      <w:color w:val="000000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FF2F98"/>
    <w:pPr>
      <w:pBdr>
        <w:bottom w:val="single" w:sz="8" w:space="4" w:color="688FA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A3C46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F2F98"/>
    <w:rPr>
      <w:rFonts w:asciiTheme="majorHAnsi" w:eastAsiaTheme="majorEastAsia" w:hAnsiTheme="majorHAnsi" w:cstheme="majorBidi"/>
      <w:color w:val="2A3C46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2F98"/>
    <w:pPr>
      <w:numPr>
        <w:ilvl w:val="1"/>
      </w:numPr>
    </w:pPr>
    <w:rPr>
      <w:rFonts w:asciiTheme="majorHAnsi" w:eastAsiaTheme="majorEastAsia" w:hAnsiTheme="majorHAnsi" w:cstheme="majorBidi"/>
      <w:i/>
      <w:iCs/>
      <w:color w:val="688FA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F2F98"/>
    <w:rPr>
      <w:rFonts w:asciiTheme="majorHAnsi" w:eastAsiaTheme="majorEastAsia" w:hAnsiTheme="majorHAnsi" w:cstheme="majorBidi"/>
      <w:i/>
      <w:iCs/>
      <w:color w:val="688FAD" w:themeColor="accent1"/>
      <w:spacing w:val="15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48543F"/>
    <w:rPr>
      <w:rFonts w:asciiTheme="majorHAnsi" w:eastAsiaTheme="majorEastAsia" w:hAnsiTheme="majorHAnsi" w:cstheme="majorBidi"/>
      <w:b/>
      <w:bCs/>
      <w:color w:val="496B8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6B"/>
    <w:pPr>
      <w:spacing w:line="360" w:lineRule="auto"/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link w:val="Titre1Car"/>
    <w:uiPriority w:val="9"/>
    <w:qFormat/>
    <w:rsid w:val="004854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96B8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0F9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30F9E"/>
    <w:rPr>
      <w:rFonts w:ascii="Arial" w:hAnsi="Arial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730F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30F9E"/>
    <w:rPr>
      <w:rFonts w:ascii="Arial" w:hAnsi="Arial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0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30F9E"/>
    <w:rPr>
      <w:rFonts w:ascii="Tahoma" w:hAnsi="Tahoma" w:cs="Tahoma"/>
      <w:color w:val="000000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FF2F98"/>
    <w:pPr>
      <w:pBdr>
        <w:bottom w:val="single" w:sz="8" w:space="4" w:color="688FA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A3C46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F2F98"/>
    <w:rPr>
      <w:rFonts w:asciiTheme="majorHAnsi" w:eastAsiaTheme="majorEastAsia" w:hAnsiTheme="majorHAnsi" w:cstheme="majorBidi"/>
      <w:color w:val="2A3C46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2F98"/>
    <w:pPr>
      <w:numPr>
        <w:ilvl w:val="1"/>
      </w:numPr>
    </w:pPr>
    <w:rPr>
      <w:rFonts w:asciiTheme="majorHAnsi" w:eastAsiaTheme="majorEastAsia" w:hAnsiTheme="majorHAnsi" w:cstheme="majorBidi"/>
      <w:i/>
      <w:iCs/>
      <w:color w:val="688FA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F2F98"/>
    <w:rPr>
      <w:rFonts w:asciiTheme="majorHAnsi" w:eastAsiaTheme="majorEastAsia" w:hAnsiTheme="majorHAnsi" w:cstheme="majorBidi"/>
      <w:i/>
      <w:iCs/>
      <w:color w:val="688FAD" w:themeColor="accent1"/>
      <w:spacing w:val="15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48543F"/>
    <w:rPr>
      <w:rFonts w:asciiTheme="majorHAnsi" w:eastAsiaTheme="majorEastAsia" w:hAnsiTheme="majorHAnsi" w:cstheme="majorBidi"/>
      <w:b/>
      <w:bCs/>
      <w:color w:val="496B8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Centre Hospitalier de Pau">
      <a:dk1>
        <a:srgbClr val="FFFFFF"/>
      </a:dk1>
      <a:lt1>
        <a:srgbClr val="FFFFFF"/>
      </a:lt1>
      <a:dk2>
        <a:srgbClr val="39515E"/>
      </a:dk2>
      <a:lt2>
        <a:srgbClr val="6EC1D0"/>
      </a:lt2>
      <a:accent1>
        <a:srgbClr val="688FAD"/>
      </a:accent1>
      <a:accent2>
        <a:srgbClr val="E73487"/>
      </a:accent2>
      <a:accent3>
        <a:srgbClr val="9AC331"/>
      </a:accent3>
      <a:accent4>
        <a:srgbClr val="FFFFFF"/>
      </a:accent4>
      <a:accent5>
        <a:srgbClr val="FFFFFF"/>
      </a:accent5>
      <a:accent6>
        <a:srgbClr val="FFFFFF"/>
      </a:accent6>
      <a:hlink>
        <a:srgbClr val="688FAD"/>
      </a:hlink>
      <a:folHlink>
        <a:srgbClr val="E73487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0EE8-9888-4C63-8F69-BC56FF77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4C8DF111.dotm</Template>
  <TotalTime>12</TotalTime>
  <Pages>2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PAU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KERN Marion sur MDIR011</dc:creator>
  <cp:lastModifiedBy>KERN Marion sur MDIR011</cp:lastModifiedBy>
  <cp:revision>14</cp:revision>
  <dcterms:created xsi:type="dcterms:W3CDTF">2018-08-24T09:21:00Z</dcterms:created>
  <dcterms:modified xsi:type="dcterms:W3CDTF">2018-08-24T09:38:00Z</dcterms:modified>
</cp:coreProperties>
</file>